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E3EEC" w14:textId="218B6B0B" w:rsidR="00C57DEE" w:rsidRPr="00EF22F2" w:rsidRDefault="00880F32" w:rsidP="00EF22F2">
      <w:pPr>
        <w:pStyle w:val="Heading1"/>
      </w:pPr>
      <w:bookmarkStart w:id="0" w:name="_Toc208232773"/>
      <w:r w:rsidRPr="00EF22F2">
        <w:t>TOOL 1: AUDIT REVIEW CHECKLIST- FINANCIAL AUDIT</w:t>
      </w:r>
      <w:bookmarkEnd w:id="0"/>
    </w:p>
    <w:tbl>
      <w:tblPr>
        <w:tblStyle w:val="TableGrid2"/>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CellMar>
          <w:top w:w="43" w:type="dxa"/>
          <w:bottom w:w="43" w:type="dxa"/>
        </w:tblCellMar>
        <w:tblLook w:val="04A0" w:firstRow="1" w:lastRow="0" w:firstColumn="1" w:lastColumn="0" w:noHBand="0" w:noVBand="1"/>
      </w:tblPr>
      <w:tblGrid>
        <w:gridCol w:w="9736"/>
      </w:tblGrid>
      <w:tr w:rsidR="00880F32" w:rsidRPr="00880F32" w14:paraId="491BF089" w14:textId="77777777" w:rsidTr="00EF22F2">
        <w:tc>
          <w:tcPr>
            <w:tcW w:w="10310" w:type="dxa"/>
            <w:shd w:val="clear" w:color="auto" w:fill="00548E" w:themeFill="accent1"/>
            <w:vAlign w:val="center"/>
          </w:tcPr>
          <w:p w14:paraId="1D9A7234" w14:textId="77777777" w:rsidR="00880F32" w:rsidRPr="00880F32" w:rsidRDefault="00880F32" w:rsidP="00880F32">
            <w:pPr>
              <w:rPr>
                <w:rFonts w:ascii="Aptos" w:eastAsia="Times New Roman" w:hAnsi="Aptos" w:cs="Tahoma"/>
                <w:b/>
                <w:bCs/>
                <w:color w:val="FFFFFF"/>
                <w:sz w:val="20"/>
                <w:szCs w:val="20"/>
                <w:lang w:val="en-GB"/>
              </w:rPr>
            </w:pPr>
            <w:r w:rsidRPr="00880F32">
              <w:rPr>
                <w:rFonts w:ascii="Aptos" w:eastAsia="Times New Roman" w:hAnsi="Aptos" w:cs="Tahoma"/>
                <w:b/>
                <w:bCs/>
                <w:color w:val="FFFFFF"/>
                <w:sz w:val="20"/>
                <w:szCs w:val="20"/>
                <w:lang w:val="en-GB"/>
              </w:rPr>
              <w:t>Overall considerations for managing and achieving quality audits</w:t>
            </w:r>
          </w:p>
        </w:tc>
      </w:tr>
      <w:tr w:rsidR="00880F32" w:rsidRPr="00880F32" w14:paraId="7F687AC2" w14:textId="77777777" w:rsidTr="00880F32">
        <w:trPr>
          <w:trHeight w:val="275"/>
        </w:trPr>
        <w:tc>
          <w:tcPr>
            <w:tcW w:w="10310" w:type="dxa"/>
            <w:vAlign w:val="center"/>
          </w:tcPr>
          <w:p w14:paraId="4FE781B9" w14:textId="77777777" w:rsidR="00880F32" w:rsidRPr="00880F32" w:rsidRDefault="00880F32" w:rsidP="00880F32">
            <w:pPr>
              <w:pStyle w:val="ListParagraph"/>
              <w:numPr>
                <w:ilvl w:val="0"/>
                <w:numId w:val="33"/>
              </w:numPr>
              <w:spacing w:before="0"/>
              <w:ind w:left="694" w:hanging="270"/>
              <w:contextualSpacing/>
              <w:rPr>
                <w:rFonts w:ascii="Aptos" w:eastAsia="Times New Roman" w:hAnsi="Aptos" w:cs="Tahoma"/>
                <w:color w:val="0E2841" w:themeColor="text2"/>
                <w:sz w:val="20"/>
                <w:szCs w:val="20"/>
                <w:lang w:val="en-GB"/>
              </w:rPr>
            </w:pPr>
            <w:r w:rsidRPr="00880F32">
              <w:rPr>
                <w:rFonts w:ascii="Aptos" w:eastAsia="Times New Roman" w:hAnsi="Aptos" w:cs="Tahoma"/>
                <w:color w:val="0E2841" w:themeColor="text2"/>
                <w:sz w:val="20"/>
                <w:szCs w:val="20"/>
                <w:lang w:val="en-GB"/>
              </w:rPr>
              <w:t>Has the SAI appropriately authorised and assigned the leadership responsibilities to the competent individual as the engagement supervisor who will lead the audit on behalf of the SAI?</w:t>
            </w:r>
          </w:p>
        </w:tc>
      </w:tr>
      <w:tr w:rsidR="00880F32" w:rsidRPr="00880F32" w14:paraId="67D688BC" w14:textId="77777777" w:rsidTr="00880F32">
        <w:tc>
          <w:tcPr>
            <w:tcW w:w="10310" w:type="dxa"/>
            <w:vAlign w:val="center"/>
          </w:tcPr>
          <w:p w14:paraId="663A5B89" w14:textId="77777777" w:rsidR="00880F32" w:rsidRPr="00880F32" w:rsidRDefault="00880F32" w:rsidP="00880F32">
            <w:pPr>
              <w:pStyle w:val="ListParagraph"/>
              <w:numPr>
                <w:ilvl w:val="0"/>
                <w:numId w:val="33"/>
              </w:numPr>
              <w:spacing w:before="0"/>
              <w:ind w:left="694" w:hanging="270"/>
              <w:contextualSpacing/>
              <w:rPr>
                <w:rFonts w:ascii="Aptos" w:eastAsia="Times New Roman" w:hAnsi="Aptos" w:cs="Tahoma"/>
                <w:color w:val="0E2841" w:themeColor="text2"/>
                <w:sz w:val="20"/>
                <w:szCs w:val="20"/>
                <w:lang w:val="en-GB"/>
              </w:rPr>
            </w:pPr>
            <w:r w:rsidRPr="00880F32">
              <w:rPr>
                <w:rFonts w:ascii="Aptos" w:eastAsia="Times New Roman" w:hAnsi="Aptos" w:cs="Tahoma"/>
                <w:color w:val="0E2841" w:themeColor="text2"/>
                <w:sz w:val="20"/>
                <w:szCs w:val="20"/>
                <w:lang w:val="en-GB"/>
              </w:rPr>
              <w:t>Was the audit engagement supervisor sufficiently and appropriately involved throughout the audit?</w:t>
            </w:r>
          </w:p>
        </w:tc>
      </w:tr>
      <w:tr w:rsidR="00880F32" w:rsidRPr="00880F32" w14:paraId="734B5426" w14:textId="77777777" w:rsidTr="00880F32">
        <w:tc>
          <w:tcPr>
            <w:tcW w:w="10310" w:type="dxa"/>
            <w:vAlign w:val="center"/>
          </w:tcPr>
          <w:p w14:paraId="2C4878B4" w14:textId="77777777" w:rsidR="00880F32" w:rsidRPr="00880F32" w:rsidRDefault="00880F32" w:rsidP="00880F32">
            <w:pPr>
              <w:pStyle w:val="ListParagraph"/>
              <w:numPr>
                <w:ilvl w:val="0"/>
                <w:numId w:val="33"/>
              </w:numPr>
              <w:spacing w:before="0"/>
              <w:ind w:left="694" w:hanging="270"/>
              <w:contextualSpacing/>
              <w:rPr>
                <w:rFonts w:ascii="Aptos" w:eastAsia="Times New Roman" w:hAnsi="Aptos" w:cs="Tahoma"/>
                <w:color w:val="0E2841" w:themeColor="text2"/>
                <w:sz w:val="20"/>
                <w:szCs w:val="20"/>
                <w:lang w:val="en-GB"/>
              </w:rPr>
            </w:pPr>
            <w:r w:rsidRPr="00880F32">
              <w:rPr>
                <w:rFonts w:ascii="Aptos" w:eastAsia="Times New Roman" w:hAnsi="Aptos" w:cs="Tahoma"/>
                <w:color w:val="0E2841" w:themeColor="text2"/>
                <w:sz w:val="20"/>
                <w:szCs w:val="20"/>
                <w:lang w:val="en-GB"/>
              </w:rPr>
              <w:t>Were there adequate discussions among the team members throughout the audit?</w:t>
            </w:r>
          </w:p>
        </w:tc>
      </w:tr>
      <w:tr w:rsidR="00880F32" w:rsidRPr="00880F32" w14:paraId="0583E6E1" w14:textId="77777777" w:rsidTr="00880F32">
        <w:tc>
          <w:tcPr>
            <w:tcW w:w="10310" w:type="dxa"/>
            <w:vAlign w:val="center"/>
          </w:tcPr>
          <w:p w14:paraId="2BE82FF0" w14:textId="77777777" w:rsidR="00880F32" w:rsidRPr="00880F32" w:rsidRDefault="00880F32" w:rsidP="00880F32">
            <w:pPr>
              <w:pStyle w:val="ListParagraph"/>
              <w:numPr>
                <w:ilvl w:val="0"/>
                <w:numId w:val="33"/>
              </w:numPr>
              <w:spacing w:before="0"/>
              <w:ind w:left="694" w:hanging="270"/>
              <w:contextualSpacing/>
              <w:rPr>
                <w:rFonts w:ascii="Aptos" w:eastAsia="Times New Roman" w:hAnsi="Aptos" w:cs="Tahoma"/>
                <w:color w:val="0E2841" w:themeColor="text2"/>
                <w:sz w:val="20"/>
                <w:szCs w:val="20"/>
                <w:lang w:val="en-GB"/>
              </w:rPr>
            </w:pPr>
            <w:r w:rsidRPr="00880F32">
              <w:rPr>
                <w:rFonts w:ascii="Aptos" w:eastAsia="Times New Roman" w:hAnsi="Aptos" w:cs="Tahoma"/>
                <w:color w:val="0E2841" w:themeColor="text2"/>
                <w:sz w:val="20"/>
                <w:szCs w:val="20"/>
                <w:lang w:val="en-GB"/>
              </w:rPr>
              <w:t>Where applicable, did the audit engagement supervisor determine whether consultation is necessary? If so, did the engagement supervisor determine whether the nature, scope, and conclusion are agreed upon with the party consulted and whether the conclusions agreed upon are implemented?</w:t>
            </w:r>
          </w:p>
        </w:tc>
      </w:tr>
      <w:tr w:rsidR="00880F32" w:rsidRPr="00880F32" w14:paraId="2C687937" w14:textId="77777777" w:rsidTr="00880F32">
        <w:tc>
          <w:tcPr>
            <w:tcW w:w="10310" w:type="dxa"/>
            <w:vAlign w:val="center"/>
          </w:tcPr>
          <w:p w14:paraId="303CED4D" w14:textId="77777777" w:rsidR="00880F32" w:rsidRPr="00880F32" w:rsidRDefault="00880F32" w:rsidP="00880F32">
            <w:pPr>
              <w:pStyle w:val="ListParagraph"/>
              <w:numPr>
                <w:ilvl w:val="0"/>
                <w:numId w:val="33"/>
              </w:numPr>
              <w:spacing w:before="0"/>
              <w:ind w:left="694" w:hanging="270"/>
              <w:contextualSpacing/>
              <w:rPr>
                <w:rFonts w:ascii="Aptos" w:eastAsia="Times New Roman" w:hAnsi="Aptos" w:cs="Tahoma"/>
                <w:color w:val="0E2841" w:themeColor="text2"/>
                <w:sz w:val="20"/>
                <w:szCs w:val="20"/>
                <w:lang w:val="en-GB"/>
              </w:rPr>
            </w:pPr>
            <w:r w:rsidRPr="00880F32">
              <w:rPr>
                <w:rFonts w:ascii="Aptos" w:eastAsia="Times New Roman" w:hAnsi="Aptos" w:cs="Tahoma"/>
                <w:color w:val="0E2841" w:themeColor="text2"/>
                <w:sz w:val="20"/>
                <w:szCs w:val="20"/>
                <w:lang w:val="en-GB"/>
              </w:rPr>
              <w:t>Were the results of SAI’s monitoring activities properly considered in the audit?</w:t>
            </w:r>
          </w:p>
        </w:tc>
      </w:tr>
      <w:tr w:rsidR="00880F32" w:rsidRPr="00880F32" w14:paraId="5A00416F" w14:textId="77777777" w:rsidTr="00EF22F2">
        <w:tc>
          <w:tcPr>
            <w:tcW w:w="10310" w:type="dxa"/>
            <w:shd w:val="clear" w:color="auto" w:fill="00548E" w:themeFill="accent1"/>
            <w:vAlign w:val="center"/>
          </w:tcPr>
          <w:p w14:paraId="3EFF0F71" w14:textId="77777777" w:rsidR="00880F32" w:rsidRPr="00880F32" w:rsidRDefault="00880F32" w:rsidP="00880F32">
            <w:pPr>
              <w:rPr>
                <w:rFonts w:ascii="Aptos" w:eastAsia="Times New Roman" w:hAnsi="Aptos" w:cs="Tahoma"/>
                <w:b/>
                <w:bCs/>
                <w:sz w:val="20"/>
                <w:szCs w:val="20"/>
                <w:lang w:val="en-GB"/>
              </w:rPr>
            </w:pPr>
            <w:r w:rsidRPr="00880F32">
              <w:rPr>
                <w:rFonts w:ascii="Aptos" w:eastAsia="Times New Roman" w:hAnsi="Aptos" w:cs="Tahoma"/>
                <w:b/>
                <w:bCs/>
                <w:color w:val="FFFFFF"/>
                <w:sz w:val="20"/>
                <w:szCs w:val="20"/>
                <w:lang w:val="en-GB"/>
              </w:rPr>
              <w:t>Pre-engagement</w:t>
            </w:r>
          </w:p>
        </w:tc>
      </w:tr>
      <w:tr w:rsidR="00880F32" w:rsidRPr="00880F32" w14:paraId="2FB182CD" w14:textId="77777777" w:rsidTr="00880F32">
        <w:tc>
          <w:tcPr>
            <w:tcW w:w="10310" w:type="dxa"/>
            <w:vAlign w:val="center"/>
          </w:tcPr>
          <w:p w14:paraId="56DB21EE" w14:textId="77777777" w:rsidR="00880F32" w:rsidRPr="00880F32" w:rsidRDefault="00880F32" w:rsidP="00880F32">
            <w:pPr>
              <w:numPr>
                <w:ilvl w:val="0"/>
                <w:numId w:val="25"/>
              </w:numPr>
              <w:tabs>
                <w:tab w:val="num" w:pos="1440"/>
              </w:tabs>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the assessment and conclusion on the acceptability of the financial reporting framework used for preparing financial statements?</w:t>
            </w:r>
          </w:p>
        </w:tc>
      </w:tr>
      <w:tr w:rsidR="00880F32" w:rsidRPr="00880F32" w14:paraId="6B9C3124" w14:textId="77777777" w:rsidTr="00880F32">
        <w:tc>
          <w:tcPr>
            <w:tcW w:w="10310" w:type="dxa"/>
            <w:vAlign w:val="center"/>
          </w:tcPr>
          <w:p w14:paraId="47F3B60F" w14:textId="77777777" w:rsidR="00880F32" w:rsidRPr="00880F32" w:rsidRDefault="00880F32" w:rsidP="00880F32">
            <w:pPr>
              <w:numPr>
                <w:ilvl w:val="0"/>
                <w:numId w:val="25"/>
              </w:numPr>
              <w:tabs>
                <w:tab w:val="num" w:pos="1440"/>
              </w:tabs>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Was the assessment and the conclusion on the collective competencies of the audit team appropriate?</w:t>
            </w:r>
          </w:p>
        </w:tc>
      </w:tr>
      <w:tr w:rsidR="00880F32" w:rsidRPr="00880F32" w14:paraId="07F5ACF2" w14:textId="77777777" w:rsidTr="00880F32">
        <w:tc>
          <w:tcPr>
            <w:tcW w:w="10310" w:type="dxa"/>
            <w:vAlign w:val="center"/>
          </w:tcPr>
          <w:p w14:paraId="62162E28" w14:textId="77777777" w:rsidR="00880F32" w:rsidRPr="00880F32" w:rsidRDefault="00880F32" w:rsidP="00880F32">
            <w:pPr>
              <w:numPr>
                <w:ilvl w:val="0"/>
                <w:numId w:val="25"/>
              </w:numPr>
              <w:tabs>
                <w:tab w:val="num" w:pos="1440"/>
              </w:tabs>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Was the individual declaration to comply with the Code of Ethics of each team member evaluated?</w:t>
            </w:r>
          </w:p>
        </w:tc>
      </w:tr>
      <w:tr w:rsidR="00880F32" w:rsidRPr="00880F32" w14:paraId="33D73BDB" w14:textId="77777777" w:rsidTr="00880F32">
        <w:tc>
          <w:tcPr>
            <w:tcW w:w="10310" w:type="dxa"/>
            <w:vAlign w:val="center"/>
          </w:tcPr>
          <w:p w14:paraId="76F86F6A" w14:textId="77777777" w:rsidR="00880F32" w:rsidRPr="00880F32" w:rsidRDefault="00880F32" w:rsidP="00880F32">
            <w:pPr>
              <w:numPr>
                <w:ilvl w:val="0"/>
                <w:numId w:val="25"/>
              </w:numPr>
              <w:tabs>
                <w:tab w:val="num" w:pos="1440"/>
              </w:tabs>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the threats, if any, to compliance with relevant ethical requirements including those related to independence identified and evaluated?</w:t>
            </w:r>
          </w:p>
        </w:tc>
      </w:tr>
      <w:tr w:rsidR="00880F32" w:rsidRPr="00880F32" w14:paraId="5FCFE1AD" w14:textId="77777777" w:rsidTr="00880F32">
        <w:tc>
          <w:tcPr>
            <w:tcW w:w="10310" w:type="dxa"/>
            <w:vAlign w:val="center"/>
          </w:tcPr>
          <w:p w14:paraId="63200E42" w14:textId="77777777" w:rsidR="00880F32" w:rsidRPr="00880F32" w:rsidRDefault="00880F32" w:rsidP="00880F32">
            <w:pPr>
              <w:numPr>
                <w:ilvl w:val="0"/>
                <w:numId w:val="25"/>
              </w:numPr>
              <w:tabs>
                <w:tab w:val="num" w:pos="1440"/>
              </w:tabs>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the threats addressed and provided with safeguards in accordance with the SAI’s policies and procedures?</w:t>
            </w:r>
          </w:p>
        </w:tc>
      </w:tr>
      <w:tr w:rsidR="00880F32" w:rsidRPr="00880F32" w14:paraId="4E34AEBE" w14:textId="77777777" w:rsidTr="00EF22F2">
        <w:tc>
          <w:tcPr>
            <w:tcW w:w="10310" w:type="dxa"/>
            <w:shd w:val="clear" w:color="auto" w:fill="00548E" w:themeFill="accent1"/>
            <w:vAlign w:val="center"/>
          </w:tcPr>
          <w:p w14:paraId="451192AC" w14:textId="77777777" w:rsidR="00880F32" w:rsidRPr="00880F32" w:rsidRDefault="00880F32" w:rsidP="00880F32">
            <w:pPr>
              <w:rPr>
                <w:rFonts w:ascii="Aptos" w:eastAsia="Times New Roman" w:hAnsi="Aptos" w:cs="Tahoma"/>
                <w:b/>
                <w:bCs/>
                <w:sz w:val="20"/>
                <w:szCs w:val="20"/>
                <w:lang w:val="en-GB"/>
              </w:rPr>
            </w:pPr>
            <w:r w:rsidRPr="00880F32">
              <w:rPr>
                <w:rFonts w:ascii="Aptos" w:eastAsia="Times New Roman" w:hAnsi="Aptos" w:cs="Tahoma"/>
                <w:b/>
                <w:bCs/>
                <w:color w:val="FFFFFF"/>
                <w:sz w:val="20"/>
                <w:szCs w:val="20"/>
                <w:lang w:val="en-GB"/>
              </w:rPr>
              <w:t>Planning and risk assessment phase</w:t>
            </w:r>
          </w:p>
        </w:tc>
      </w:tr>
      <w:tr w:rsidR="00880F32" w:rsidRPr="00880F32" w14:paraId="3C14F697" w14:textId="77777777" w:rsidTr="00880F32">
        <w:tc>
          <w:tcPr>
            <w:tcW w:w="10310" w:type="dxa"/>
            <w:vAlign w:val="center"/>
          </w:tcPr>
          <w:p w14:paraId="56209C31" w14:textId="77777777" w:rsidR="00880F32" w:rsidRPr="00880F32" w:rsidRDefault="00880F32" w:rsidP="00880F32">
            <w:pPr>
              <w:numPr>
                <w:ilvl w:val="0"/>
                <w:numId w:val="26"/>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Did the audit team set the scope, timing and direction of the audit?</w:t>
            </w:r>
          </w:p>
        </w:tc>
      </w:tr>
      <w:tr w:rsidR="00880F32" w:rsidRPr="00880F32" w14:paraId="6CCC643A" w14:textId="77777777" w:rsidTr="00880F32">
        <w:tc>
          <w:tcPr>
            <w:tcW w:w="10310" w:type="dxa"/>
            <w:vAlign w:val="center"/>
          </w:tcPr>
          <w:p w14:paraId="0B44E330" w14:textId="77777777" w:rsidR="00880F32" w:rsidRPr="00880F32" w:rsidRDefault="00880F32" w:rsidP="00880F32">
            <w:pPr>
              <w:numPr>
                <w:ilvl w:val="0"/>
                <w:numId w:val="26"/>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risks of material misstatements at the financial statements and assertion levels properly and completely identified?</w:t>
            </w:r>
          </w:p>
        </w:tc>
      </w:tr>
      <w:tr w:rsidR="00880F32" w:rsidRPr="00880F32" w14:paraId="1842638B" w14:textId="77777777" w:rsidTr="00880F32">
        <w:tc>
          <w:tcPr>
            <w:tcW w:w="10310" w:type="dxa"/>
            <w:vAlign w:val="center"/>
          </w:tcPr>
          <w:p w14:paraId="782E0352" w14:textId="77777777" w:rsidR="00880F32" w:rsidRPr="00880F32" w:rsidRDefault="00880F32" w:rsidP="00880F32">
            <w:pPr>
              <w:numPr>
                <w:ilvl w:val="0"/>
                <w:numId w:val="26"/>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the audited entity’s system of internal control properly evaluated?</w:t>
            </w:r>
          </w:p>
        </w:tc>
      </w:tr>
      <w:tr w:rsidR="00880F32" w:rsidRPr="00880F32" w14:paraId="5C6D2A75" w14:textId="77777777" w:rsidTr="00880F32">
        <w:tc>
          <w:tcPr>
            <w:tcW w:w="10310" w:type="dxa"/>
            <w:vAlign w:val="center"/>
          </w:tcPr>
          <w:p w14:paraId="45F17DA0" w14:textId="77777777" w:rsidR="00880F32" w:rsidRPr="00880F32" w:rsidDel="00BD2037" w:rsidRDefault="00880F32" w:rsidP="00880F32">
            <w:pPr>
              <w:numPr>
                <w:ilvl w:val="0"/>
                <w:numId w:val="26"/>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the inherent risks and control risks assessed properly?</w:t>
            </w:r>
          </w:p>
        </w:tc>
      </w:tr>
      <w:tr w:rsidR="00880F32" w:rsidRPr="00880F32" w14:paraId="76F49AD0" w14:textId="77777777" w:rsidTr="00880F32">
        <w:tc>
          <w:tcPr>
            <w:tcW w:w="10310" w:type="dxa"/>
            <w:vAlign w:val="center"/>
          </w:tcPr>
          <w:p w14:paraId="6302A158" w14:textId="77777777" w:rsidR="00880F32" w:rsidRPr="00880F32" w:rsidRDefault="00880F32" w:rsidP="00880F32">
            <w:pPr>
              <w:numPr>
                <w:ilvl w:val="0"/>
                <w:numId w:val="26"/>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responses appropriately designed to address the assessed risks?</w:t>
            </w:r>
          </w:p>
        </w:tc>
      </w:tr>
      <w:tr w:rsidR="00880F32" w:rsidRPr="00880F32" w14:paraId="663AA948" w14:textId="77777777" w:rsidTr="00880F32">
        <w:tc>
          <w:tcPr>
            <w:tcW w:w="10310" w:type="dxa"/>
            <w:vAlign w:val="center"/>
          </w:tcPr>
          <w:p w14:paraId="20E40258" w14:textId="77777777" w:rsidR="00880F32" w:rsidRPr="00880F32" w:rsidDel="00BD2037" w:rsidRDefault="00880F32" w:rsidP="00880F32">
            <w:pPr>
              <w:numPr>
                <w:ilvl w:val="0"/>
                <w:numId w:val="26"/>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overall materiality and performance materiality properly determined in accordance with the SAI policy?</w:t>
            </w:r>
          </w:p>
        </w:tc>
      </w:tr>
      <w:tr w:rsidR="00880F32" w:rsidRPr="00880F32" w14:paraId="219AB01C" w14:textId="77777777" w:rsidTr="00880F32">
        <w:tc>
          <w:tcPr>
            <w:tcW w:w="10310" w:type="dxa"/>
            <w:vAlign w:val="center"/>
          </w:tcPr>
          <w:p w14:paraId="737D1BA6" w14:textId="77777777" w:rsidR="00880F32" w:rsidRPr="00880F32" w:rsidRDefault="00880F32" w:rsidP="00880F32">
            <w:pPr>
              <w:numPr>
                <w:ilvl w:val="0"/>
                <w:numId w:val="26"/>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Did the audit engagement supervisor review and sign off all the planning documents including the overall audit strategy including determination of materiality, audit plan, results of risk assessment and design of responses?</w:t>
            </w:r>
          </w:p>
        </w:tc>
      </w:tr>
      <w:tr w:rsidR="00880F32" w:rsidRPr="00880F32" w14:paraId="5A0F82F0" w14:textId="77777777" w:rsidTr="00EF22F2">
        <w:tc>
          <w:tcPr>
            <w:tcW w:w="10310" w:type="dxa"/>
            <w:shd w:val="clear" w:color="auto" w:fill="00548E" w:themeFill="accent1"/>
            <w:vAlign w:val="center"/>
          </w:tcPr>
          <w:p w14:paraId="4662DEF0" w14:textId="77777777" w:rsidR="00880F32" w:rsidRPr="00880F32" w:rsidRDefault="00880F32" w:rsidP="00880F32">
            <w:pPr>
              <w:rPr>
                <w:rFonts w:ascii="Aptos" w:eastAsia="Times New Roman" w:hAnsi="Aptos" w:cs="Tahoma"/>
                <w:b/>
                <w:bCs/>
                <w:sz w:val="20"/>
                <w:szCs w:val="20"/>
                <w:lang w:val="en-GB"/>
              </w:rPr>
            </w:pPr>
            <w:r w:rsidRPr="00880F32">
              <w:rPr>
                <w:rFonts w:ascii="Aptos" w:eastAsia="Times New Roman" w:hAnsi="Aptos" w:cs="Tahoma"/>
                <w:b/>
                <w:bCs/>
                <w:color w:val="FFFFFF"/>
                <w:sz w:val="20"/>
                <w:szCs w:val="20"/>
                <w:lang w:val="en-GB"/>
              </w:rPr>
              <w:t>Conducting phase</w:t>
            </w:r>
          </w:p>
        </w:tc>
      </w:tr>
      <w:tr w:rsidR="00880F32" w:rsidRPr="00880F32" w14:paraId="65CDF0FC" w14:textId="77777777" w:rsidTr="00880F32">
        <w:tc>
          <w:tcPr>
            <w:tcW w:w="10310" w:type="dxa"/>
            <w:vAlign w:val="center"/>
          </w:tcPr>
          <w:p w14:paraId="201F24A7" w14:textId="77777777" w:rsidR="00880F32" w:rsidRPr="00880F32" w:rsidRDefault="00880F32" w:rsidP="00880F32">
            <w:pPr>
              <w:numPr>
                <w:ilvl w:val="0"/>
                <w:numId w:val="27"/>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Did the audit team perform the test of controls (if applicable) and the substantive testing (consisting of tests of details and substantive analytical procedures) appropriately?</w:t>
            </w:r>
          </w:p>
        </w:tc>
      </w:tr>
      <w:tr w:rsidR="00880F32" w:rsidRPr="00880F32" w14:paraId="0A1E1016" w14:textId="77777777" w:rsidTr="00880F32">
        <w:tc>
          <w:tcPr>
            <w:tcW w:w="10310" w:type="dxa"/>
            <w:vAlign w:val="center"/>
          </w:tcPr>
          <w:p w14:paraId="28A2D6FA" w14:textId="77777777" w:rsidR="00880F32" w:rsidRPr="00880F32" w:rsidRDefault="00880F32" w:rsidP="00880F32">
            <w:pPr>
              <w:numPr>
                <w:ilvl w:val="0"/>
                <w:numId w:val="27"/>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the conclusions on the further audit procedures appropriate?</w:t>
            </w:r>
          </w:p>
        </w:tc>
      </w:tr>
      <w:tr w:rsidR="00880F32" w:rsidRPr="00880F32" w14:paraId="6491B07C" w14:textId="77777777" w:rsidTr="00880F32">
        <w:tc>
          <w:tcPr>
            <w:tcW w:w="10310" w:type="dxa"/>
            <w:vAlign w:val="center"/>
          </w:tcPr>
          <w:p w14:paraId="3E5BD89C" w14:textId="77777777" w:rsidR="00880F32" w:rsidRPr="00880F32" w:rsidRDefault="00880F32" w:rsidP="00880F32">
            <w:pPr>
              <w:numPr>
                <w:ilvl w:val="0"/>
                <w:numId w:val="27"/>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sufficient and appropriate audit evidence obtained to support the conclusions reached?</w:t>
            </w:r>
          </w:p>
        </w:tc>
      </w:tr>
      <w:tr w:rsidR="00880F32" w:rsidRPr="00880F32" w14:paraId="7A5441AE" w14:textId="77777777" w:rsidTr="00880F32">
        <w:tc>
          <w:tcPr>
            <w:tcW w:w="10310" w:type="dxa"/>
            <w:vAlign w:val="center"/>
          </w:tcPr>
          <w:p w14:paraId="442C80C1" w14:textId="77777777" w:rsidR="00880F32" w:rsidRPr="00880F32" w:rsidRDefault="00880F32" w:rsidP="00880F32">
            <w:pPr>
              <w:numPr>
                <w:ilvl w:val="0"/>
                <w:numId w:val="27"/>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Was materiality properly used in selecting items for testing and in assessing quantitative materiality of items?</w:t>
            </w:r>
          </w:p>
        </w:tc>
      </w:tr>
      <w:tr w:rsidR="00880F32" w:rsidRPr="00880F32" w14:paraId="010309C3" w14:textId="77777777" w:rsidTr="00880F32">
        <w:tc>
          <w:tcPr>
            <w:tcW w:w="10310" w:type="dxa"/>
            <w:vAlign w:val="center"/>
          </w:tcPr>
          <w:p w14:paraId="0D689AB0" w14:textId="77777777" w:rsidR="00880F32" w:rsidRPr="00880F32" w:rsidRDefault="00880F32" w:rsidP="00880F32">
            <w:pPr>
              <w:numPr>
                <w:ilvl w:val="0"/>
                <w:numId w:val="27"/>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If appropriate, was audit sampling appropriately used in accordance with the SAI policy?</w:t>
            </w:r>
          </w:p>
        </w:tc>
      </w:tr>
      <w:tr w:rsidR="00880F32" w:rsidRPr="00880F32" w14:paraId="743D0CC2" w14:textId="77777777" w:rsidTr="00EF22F2">
        <w:trPr>
          <w:trHeight w:val="496"/>
        </w:trPr>
        <w:tc>
          <w:tcPr>
            <w:tcW w:w="10310" w:type="dxa"/>
            <w:vAlign w:val="center"/>
          </w:tcPr>
          <w:p w14:paraId="6C9A3DAD" w14:textId="77777777" w:rsidR="00880F32" w:rsidRPr="00880F32" w:rsidRDefault="00880F32" w:rsidP="00880F32">
            <w:pPr>
              <w:numPr>
                <w:ilvl w:val="0"/>
                <w:numId w:val="27"/>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lastRenderedPageBreak/>
              <w:t>Did the audit engagement supervisor/team leader review and sign off all the working papers?</w:t>
            </w:r>
          </w:p>
        </w:tc>
      </w:tr>
      <w:tr w:rsidR="00880F32" w:rsidRPr="00880F32" w14:paraId="7F61F7EC" w14:textId="77777777" w:rsidTr="00EF22F2">
        <w:tc>
          <w:tcPr>
            <w:tcW w:w="10310" w:type="dxa"/>
            <w:shd w:val="clear" w:color="auto" w:fill="00548E" w:themeFill="accent1"/>
            <w:vAlign w:val="center"/>
          </w:tcPr>
          <w:p w14:paraId="651F5DE5" w14:textId="77777777" w:rsidR="00880F32" w:rsidRPr="00880F32" w:rsidRDefault="00880F32" w:rsidP="00880F32">
            <w:pPr>
              <w:rPr>
                <w:rFonts w:ascii="Aptos" w:eastAsia="Times New Roman" w:hAnsi="Aptos" w:cs="Tahoma"/>
                <w:b/>
                <w:bCs/>
                <w:sz w:val="20"/>
                <w:szCs w:val="20"/>
                <w:lang w:val="en-GB"/>
              </w:rPr>
            </w:pPr>
            <w:r w:rsidRPr="00880F32">
              <w:rPr>
                <w:rFonts w:ascii="Aptos" w:eastAsia="Times New Roman" w:hAnsi="Aptos" w:cs="Tahoma"/>
                <w:b/>
                <w:bCs/>
                <w:color w:val="FFFFFF"/>
                <w:sz w:val="20"/>
                <w:szCs w:val="20"/>
                <w:lang w:val="en-GB"/>
              </w:rPr>
              <w:t>Completion and reporting phase</w:t>
            </w:r>
          </w:p>
        </w:tc>
      </w:tr>
      <w:tr w:rsidR="00880F32" w:rsidRPr="00880F32" w14:paraId="4B2C9178" w14:textId="77777777" w:rsidTr="00880F32">
        <w:tc>
          <w:tcPr>
            <w:tcW w:w="10310" w:type="dxa"/>
            <w:vAlign w:val="center"/>
          </w:tcPr>
          <w:p w14:paraId="6C7121DA"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there appropriate evaluation of the effect of misstatements to the audit and effect of uncorrected misstatements to the financial statements?</w:t>
            </w:r>
          </w:p>
        </w:tc>
      </w:tr>
      <w:tr w:rsidR="00880F32" w:rsidRPr="00880F32" w14:paraId="262A604A" w14:textId="77777777" w:rsidTr="00880F32">
        <w:tc>
          <w:tcPr>
            <w:tcW w:w="10310" w:type="dxa"/>
            <w:vAlign w:val="center"/>
          </w:tcPr>
          <w:p w14:paraId="07D58A61"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Was the analytical procedure near the end of the audit properly performed?</w:t>
            </w:r>
          </w:p>
        </w:tc>
      </w:tr>
      <w:tr w:rsidR="00880F32" w:rsidRPr="00880F32" w14:paraId="5E55B543" w14:textId="77777777" w:rsidTr="00880F32">
        <w:tc>
          <w:tcPr>
            <w:tcW w:w="10310" w:type="dxa"/>
            <w:vAlign w:val="center"/>
          </w:tcPr>
          <w:p w14:paraId="42BCC170" w14:textId="77777777" w:rsidR="00880F32" w:rsidRPr="00880F32" w:rsidDel="0004599E"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subsequent events, related parties, going concern, litigation and claims, service organisation, as applicable, appropriately considered?</w:t>
            </w:r>
          </w:p>
        </w:tc>
      </w:tr>
      <w:tr w:rsidR="00880F32" w:rsidRPr="00880F32" w14:paraId="3A98EDDA" w14:textId="77777777" w:rsidTr="00880F32">
        <w:tc>
          <w:tcPr>
            <w:tcW w:w="10310" w:type="dxa"/>
            <w:vAlign w:val="center"/>
          </w:tcPr>
          <w:p w14:paraId="1917A16F"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Was appropriate management representation letter obtained?</w:t>
            </w:r>
          </w:p>
        </w:tc>
      </w:tr>
      <w:tr w:rsidR="00880F32" w:rsidRPr="00880F32" w14:paraId="74B1BB5B" w14:textId="77777777" w:rsidTr="00880F32">
        <w:tc>
          <w:tcPr>
            <w:tcW w:w="10310" w:type="dxa"/>
            <w:vAlign w:val="center"/>
          </w:tcPr>
          <w:p w14:paraId="17E98576"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Was the basis for opinion consistent with the opinion paragraph?</w:t>
            </w:r>
          </w:p>
        </w:tc>
      </w:tr>
      <w:tr w:rsidR="00880F32" w:rsidRPr="00880F32" w14:paraId="44D89758" w14:textId="77777777" w:rsidTr="00880F32">
        <w:tc>
          <w:tcPr>
            <w:tcW w:w="10310" w:type="dxa"/>
            <w:vAlign w:val="center"/>
          </w:tcPr>
          <w:p w14:paraId="616D9ACD"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Were all the elements or sections of the independent auditor’s report complete and appropriate?</w:t>
            </w:r>
          </w:p>
        </w:tc>
      </w:tr>
      <w:tr w:rsidR="00880F32" w:rsidRPr="00880F32" w14:paraId="6F108FEA" w14:textId="77777777" w:rsidTr="00880F32">
        <w:tc>
          <w:tcPr>
            <w:tcW w:w="10310" w:type="dxa"/>
            <w:vAlign w:val="center"/>
          </w:tcPr>
          <w:p w14:paraId="4432E1E3"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Where applicable, did the audit engagement supervisor date the auditor’s report only after completion of engagement quality review?</w:t>
            </w:r>
          </w:p>
        </w:tc>
      </w:tr>
      <w:tr w:rsidR="00880F32" w:rsidRPr="00880F32" w14:paraId="37EA33BC" w14:textId="77777777" w:rsidTr="00880F32">
        <w:tc>
          <w:tcPr>
            <w:tcW w:w="10310" w:type="dxa"/>
            <w:vAlign w:val="center"/>
          </w:tcPr>
          <w:p w14:paraId="696DE4AA"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Where applicable, did the audit engagement supervisor ensure that all differences of opinion are resolved prior to dating of auditor’s report and that the resolutions are documented and implemented in accordance with the SAI policy?</w:t>
            </w:r>
          </w:p>
        </w:tc>
      </w:tr>
      <w:tr w:rsidR="00880F32" w:rsidRPr="00880F32" w14:paraId="6C9F9B4A" w14:textId="77777777" w:rsidTr="00880F32">
        <w:tc>
          <w:tcPr>
            <w:tcW w:w="10310" w:type="dxa"/>
            <w:vAlign w:val="center"/>
          </w:tcPr>
          <w:p w14:paraId="2ECF954E"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Was the auditor’s report signed off and dated?</w:t>
            </w:r>
          </w:p>
        </w:tc>
      </w:tr>
      <w:tr w:rsidR="00880F32" w:rsidRPr="00880F32" w14:paraId="45D57B63" w14:textId="77777777" w:rsidTr="00880F32">
        <w:tc>
          <w:tcPr>
            <w:tcW w:w="10310" w:type="dxa"/>
            <w:vAlign w:val="center"/>
          </w:tcPr>
          <w:p w14:paraId="42154A70"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 xml:space="preserve">Was the auditor’s report appropriately addressed to the auditee? </w:t>
            </w:r>
          </w:p>
        </w:tc>
      </w:tr>
      <w:tr w:rsidR="00880F32" w:rsidRPr="00880F32" w14:paraId="437BCF36" w14:textId="77777777" w:rsidTr="00880F32">
        <w:tc>
          <w:tcPr>
            <w:tcW w:w="10310" w:type="dxa"/>
            <w:vAlign w:val="center"/>
          </w:tcPr>
          <w:p w14:paraId="29EB507F" w14:textId="77777777" w:rsidR="00880F32" w:rsidRPr="00880F32" w:rsidRDefault="00880F32" w:rsidP="00880F32">
            <w:pPr>
              <w:numPr>
                <w:ilvl w:val="0"/>
                <w:numId w:val="28"/>
              </w:numPr>
              <w:rPr>
                <w:rFonts w:ascii="Aptos" w:eastAsia="Times New Roman" w:hAnsi="Aptos" w:cs="Tahoma"/>
                <w:color w:val="0D0D0D"/>
                <w:sz w:val="20"/>
                <w:szCs w:val="20"/>
                <w:lang w:val="en-GB"/>
              </w:rPr>
            </w:pPr>
            <w:r w:rsidRPr="00880F32">
              <w:rPr>
                <w:rFonts w:ascii="Aptos" w:eastAsia="Times New Roman" w:hAnsi="Aptos" w:cs="Tahoma"/>
                <w:color w:val="0D0D0D"/>
                <w:sz w:val="20"/>
                <w:szCs w:val="20"/>
                <w:lang w:val="en-GB"/>
              </w:rPr>
              <w:t>Did the audit engagement supervisor review the financial statements and the draft auditor’s report prior to dating the report to determine whether the report is appropriate in the circumstances?</w:t>
            </w:r>
          </w:p>
        </w:tc>
      </w:tr>
    </w:tbl>
    <w:p w14:paraId="4F0780F6" w14:textId="5099EF4C" w:rsidR="005648B7" w:rsidRPr="00C163F9" w:rsidRDefault="00DA3181" w:rsidP="00C163F9">
      <w:pPr>
        <w:pStyle w:val="BodyFont-Poppins"/>
      </w:pPr>
      <w:bookmarkStart w:id="1" w:name="_Toc200952893"/>
      <w:r w:rsidRPr="00C163F9">
        <w:rPr>
          <w:noProof/>
        </w:rPr>
        <w:drawing>
          <wp:anchor distT="0" distB="0" distL="114300" distR="114300" simplePos="0" relativeHeight="487411200" behindDoc="0" locked="0" layoutInCell="1" allowOverlap="1" wp14:anchorId="302DB8A1" wp14:editId="3C7E2102">
            <wp:simplePos x="0" y="0"/>
            <wp:positionH relativeFrom="page">
              <wp:posOffset>10502900</wp:posOffset>
            </wp:positionH>
            <wp:positionV relativeFrom="page">
              <wp:posOffset>9182100</wp:posOffset>
            </wp:positionV>
            <wp:extent cx="1467485" cy="469619"/>
            <wp:effectExtent l="0" t="0" r="0" b="635"/>
            <wp:wrapThrough wrapText="bothSides">
              <wp:wrapPolygon edited="0">
                <wp:start x="1309" y="0"/>
                <wp:lineTo x="0" y="585"/>
                <wp:lineTo x="0" y="5261"/>
                <wp:lineTo x="935" y="9353"/>
                <wp:lineTo x="935" y="21045"/>
                <wp:lineTo x="21310" y="21045"/>
                <wp:lineTo x="21310" y="0"/>
                <wp:lineTo x="1309" y="0"/>
              </wp:wrapPolygon>
            </wp:wrapThrough>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Picture 277"/>
                    <pic:cNvPicPr>
                      <a:picLocks noChangeAspect="1" noChangeArrowheads="1"/>
                    </pic:cNvPicPr>
                  </pic:nvPicPr>
                  <pic:blipFill>
                    <a:blip r:embed="rId11"/>
                    <a:stretch>
                      <a:fillRect/>
                    </a:stretch>
                  </pic:blipFill>
                  <pic:spPr bwMode="auto">
                    <a:xfrm>
                      <a:off x="0" y="0"/>
                      <a:ext cx="1467485" cy="469619"/>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p>
    <w:sectPr w:rsidR="005648B7" w:rsidRPr="00C163F9" w:rsidSect="00EA6483">
      <w:headerReference w:type="default" r:id="rId12"/>
      <w:footerReference w:type="default" r:id="rId13"/>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91943" w14:textId="77777777" w:rsidR="00712390" w:rsidRDefault="00712390">
      <w:r>
        <w:separator/>
      </w:r>
    </w:p>
  </w:endnote>
  <w:endnote w:type="continuationSeparator" w:id="0">
    <w:p w14:paraId="695F7D49" w14:textId="77777777" w:rsidR="00712390" w:rsidRDefault="00712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404143263"/>
      <w:docPartObj>
        <w:docPartGallery w:val="Page Numbers (Bottom of Page)"/>
        <w:docPartUnique/>
      </w:docPartObj>
    </w:sdtPr>
    <w:sdtEndPr>
      <w:rPr>
        <w:rStyle w:val="PageNumber"/>
        <w:b/>
        <w:bCs/>
        <w:color w:val="005592" w:themeColor="text1"/>
      </w:rPr>
    </w:sdtEndPr>
    <w:sdtContent>
      <w:p w14:paraId="095CC18C" w14:textId="4A8E436C" w:rsidR="004C2E44" w:rsidRPr="003F2C61" w:rsidRDefault="00A05D2D" w:rsidP="00C163F9">
        <w:pPr>
          <w:pStyle w:val="Footer"/>
          <w:framePr w:w="5459" w:wrap="none" w:vAnchor="text" w:hAnchor="page" w:x="5320" w:y="24"/>
          <w:jc w:val="right"/>
          <w:rPr>
            <w:rStyle w:val="PageNumber"/>
            <w:rFonts w:ascii="Oswald" w:hAnsi="Oswald"/>
            <w:b/>
            <w:bCs/>
            <w:color w:val="005592" w:themeColor="text1"/>
          </w:rPr>
        </w:pPr>
        <w:r>
          <w:rPr>
            <w:rStyle w:val="PageNumber"/>
            <w:rFonts w:ascii="Oswald" w:hAnsi="Oswald"/>
          </w:rPr>
          <w:t>Tools SoAQM Playbook</w:t>
        </w:r>
        <w:r w:rsidR="00AA00CB" w:rsidRPr="005244D3">
          <w:rPr>
            <w:rStyle w:val="PageNumber"/>
            <w:rFonts w:ascii="Oswald" w:hAnsi="Oswald"/>
          </w:rPr>
          <w:t xml:space="preserve">  </w:t>
        </w:r>
        <w:r w:rsidR="00AD1920" w:rsidRPr="005244D3">
          <w:rPr>
            <w:rStyle w:val="PageNumber"/>
            <w:rFonts w:ascii="Oswald" w:hAnsi="Oswald"/>
            <w:color w:val="005592" w:themeColor="text1"/>
          </w:rPr>
          <w:t xml:space="preserve">| </w:t>
        </w:r>
        <w:r w:rsidR="004C2E44" w:rsidRPr="003F2C61">
          <w:rPr>
            <w:rStyle w:val="PageNumber"/>
            <w:rFonts w:ascii="Oswald" w:hAnsi="Oswald"/>
            <w:b/>
            <w:bCs/>
            <w:color w:val="005592" w:themeColor="text1"/>
          </w:rPr>
          <w:fldChar w:fldCharType="begin"/>
        </w:r>
        <w:r w:rsidR="004C2E44" w:rsidRPr="003F2C61">
          <w:rPr>
            <w:rStyle w:val="PageNumber"/>
            <w:rFonts w:ascii="Oswald" w:hAnsi="Oswald"/>
            <w:b/>
            <w:bCs/>
            <w:color w:val="005592" w:themeColor="text1"/>
          </w:rPr>
          <w:instrText xml:space="preserve"> PAGE </w:instrText>
        </w:r>
        <w:r w:rsidR="004C2E44" w:rsidRPr="003F2C61">
          <w:rPr>
            <w:rStyle w:val="PageNumber"/>
            <w:rFonts w:ascii="Oswald" w:hAnsi="Oswald"/>
            <w:b/>
            <w:bCs/>
            <w:color w:val="005592" w:themeColor="text1"/>
          </w:rPr>
          <w:fldChar w:fldCharType="separate"/>
        </w:r>
        <w:r w:rsidR="004C2E44" w:rsidRPr="003F2C61">
          <w:rPr>
            <w:rStyle w:val="PageNumber"/>
            <w:rFonts w:ascii="Oswald" w:hAnsi="Oswald"/>
            <w:b/>
            <w:bCs/>
            <w:noProof/>
            <w:color w:val="005592" w:themeColor="text1"/>
          </w:rPr>
          <w:t>2</w:t>
        </w:r>
        <w:r w:rsidR="004C2E44" w:rsidRPr="003F2C61">
          <w:rPr>
            <w:rStyle w:val="PageNumber"/>
            <w:rFonts w:ascii="Oswald" w:hAnsi="Oswald"/>
            <w:b/>
            <w:bCs/>
            <w:color w:val="005592" w:themeColor="text1"/>
          </w:rPr>
          <w:fldChar w:fldCharType="end"/>
        </w:r>
      </w:p>
    </w:sdtContent>
  </w:sdt>
  <w:p w14:paraId="4679DCB8" w14:textId="77777777" w:rsidR="005648B7" w:rsidRDefault="005648B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D4C3F" w14:textId="77777777" w:rsidR="00712390" w:rsidRDefault="00712390">
      <w:r>
        <w:separator/>
      </w:r>
    </w:p>
  </w:footnote>
  <w:footnote w:type="continuationSeparator" w:id="0">
    <w:p w14:paraId="2B4980BA" w14:textId="77777777" w:rsidR="00712390" w:rsidRDefault="00712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7F43" w14:textId="6A292B62" w:rsidR="00880F32" w:rsidRDefault="00EF22F2">
    <w:pPr>
      <w:pStyle w:val="Header"/>
    </w:pPr>
    <w:r>
      <w:rPr>
        <w:noProof/>
      </w:rPr>
      <w:drawing>
        <wp:anchor distT="0" distB="0" distL="114300" distR="114300" simplePos="0" relativeHeight="251661312" behindDoc="1" locked="0" layoutInCell="1" allowOverlap="1" wp14:anchorId="1707F065" wp14:editId="708F98C6">
          <wp:simplePos x="0" y="0"/>
          <wp:positionH relativeFrom="column">
            <wp:posOffset>6012225</wp:posOffset>
          </wp:positionH>
          <wp:positionV relativeFrom="paragraph">
            <wp:posOffset>-101600</wp:posOffset>
          </wp:positionV>
          <wp:extent cx="855645" cy="886997"/>
          <wp:effectExtent l="0" t="0" r="0" b="2540"/>
          <wp:wrapNone/>
          <wp:docPr id="17778415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70528" behindDoc="0" locked="0" layoutInCell="1" allowOverlap="1" wp14:anchorId="0B6F3AE1" wp14:editId="59B5521F">
              <wp:simplePos x="0" y="0"/>
              <wp:positionH relativeFrom="column">
                <wp:posOffset>1904</wp:posOffset>
              </wp:positionH>
              <wp:positionV relativeFrom="paragraph">
                <wp:posOffset>228600</wp:posOffset>
              </wp:positionV>
              <wp:extent cx="1282373" cy="562708"/>
              <wp:effectExtent l="0" t="0" r="635" b="0"/>
              <wp:wrapNone/>
              <wp:docPr id="1325813817"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234037449" name="Group 5"/>
                      <wpg:cNvGrpSpPr/>
                      <wpg:grpSpPr>
                        <a:xfrm>
                          <a:off x="0" y="0"/>
                          <a:ext cx="1363783" cy="598170"/>
                          <a:chOff x="0" y="0"/>
                          <a:chExt cx="1363783" cy="598170"/>
                        </a:xfrm>
                      </wpg:grpSpPr>
                      <pic:pic xmlns:pic="http://schemas.openxmlformats.org/drawingml/2006/picture">
                        <pic:nvPicPr>
                          <pic:cNvPr id="1452338394"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982276096"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1403617339" name="Straight Connector 6"/>
                      <wps:cNvCnPr/>
                      <wps:spPr>
                        <a:xfrm>
                          <a:off x="718806" y="127136"/>
                          <a:ext cx="0" cy="366738"/>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D34279" id="Group 7" o:spid="_x0000_s1026" style="position:absolute;margin-left:.15pt;margin-top:18pt;width:100.95pt;height:44.3pt;z-index:251670528;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" strokecolor="#e8e8e8 [3214]"/>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1B1D3E"/>
    <w:rsid w:val="001D403D"/>
    <w:rsid w:val="00223150"/>
    <w:rsid w:val="00230D21"/>
    <w:rsid w:val="00250E39"/>
    <w:rsid w:val="002A0BDA"/>
    <w:rsid w:val="002C2720"/>
    <w:rsid w:val="003D1C7C"/>
    <w:rsid w:val="003D2F86"/>
    <w:rsid w:val="003F2C61"/>
    <w:rsid w:val="003F484F"/>
    <w:rsid w:val="00417C30"/>
    <w:rsid w:val="00487D7A"/>
    <w:rsid w:val="004C2E44"/>
    <w:rsid w:val="004D03C2"/>
    <w:rsid w:val="005244D3"/>
    <w:rsid w:val="0053058B"/>
    <w:rsid w:val="005648B7"/>
    <w:rsid w:val="005A5452"/>
    <w:rsid w:val="005B74D1"/>
    <w:rsid w:val="006263AE"/>
    <w:rsid w:val="00651D8C"/>
    <w:rsid w:val="00663B59"/>
    <w:rsid w:val="006768E8"/>
    <w:rsid w:val="006C4F9C"/>
    <w:rsid w:val="00712390"/>
    <w:rsid w:val="007649FB"/>
    <w:rsid w:val="007D612A"/>
    <w:rsid w:val="00805AEC"/>
    <w:rsid w:val="00834868"/>
    <w:rsid w:val="00846F84"/>
    <w:rsid w:val="008764CC"/>
    <w:rsid w:val="00880F32"/>
    <w:rsid w:val="008A015A"/>
    <w:rsid w:val="008A0FE8"/>
    <w:rsid w:val="00905A76"/>
    <w:rsid w:val="009310CC"/>
    <w:rsid w:val="0096432B"/>
    <w:rsid w:val="00A05D2D"/>
    <w:rsid w:val="00AA00CB"/>
    <w:rsid w:val="00AD1920"/>
    <w:rsid w:val="00B33C7C"/>
    <w:rsid w:val="00B449DA"/>
    <w:rsid w:val="00B72E9B"/>
    <w:rsid w:val="00BC29B3"/>
    <w:rsid w:val="00BD7756"/>
    <w:rsid w:val="00BE1FA1"/>
    <w:rsid w:val="00C163F9"/>
    <w:rsid w:val="00C264A6"/>
    <w:rsid w:val="00C41C91"/>
    <w:rsid w:val="00C56357"/>
    <w:rsid w:val="00C57DEE"/>
    <w:rsid w:val="00C65108"/>
    <w:rsid w:val="00C7299B"/>
    <w:rsid w:val="00C944B2"/>
    <w:rsid w:val="00CB4DC4"/>
    <w:rsid w:val="00CD7BA6"/>
    <w:rsid w:val="00D01B12"/>
    <w:rsid w:val="00DA3181"/>
    <w:rsid w:val="00DD6E17"/>
    <w:rsid w:val="00DE4833"/>
    <w:rsid w:val="00DF7482"/>
    <w:rsid w:val="00E1791A"/>
    <w:rsid w:val="00E2573D"/>
    <w:rsid w:val="00E279E9"/>
    <w:rsid w:val="00E41DAE"/>
    <w:rsid w:val="00E7720D"/>
    <w:rsid w:val="00EA1828"/>
    <w:rsid w:val="00EA6483"/>
    <w:rsid w:val="00EC4BF2"/>
    <w:rsid w:val="00ED0028"/>
    <w:rsid w:val="00EF22F2"/>
    <w:rsid w:val="00F04D8B"/>
    <w:rsid w:val="00F32EA0"/>
    <w:rsid w:val="00F62FD6"/>
    <w:rsid w:val="00FA087D"/>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sv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image" Target="media/image50.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3.xml><?xml version="1.0" encoding="utf-8"?>
<ds:datastoreItem xmlns:ds="http://schemas.openxmlformats.org/officeDocument/2006/customXml" ds:itemID="{5D3938CC-C8C0-495A-BD09-9F4ACCE62556}"/>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4</TotalTime>
  <Pages>2</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2025-09-12T08:26:00Z</dcterms:created>
  <dcterms:modified xsi:type="dcterms:W3CDTF">2025-09-12T08:35:00Z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